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DB0E" w14:textId="77777777" w:rsidR="00C750C7" w:rsidRPr="00C750C7" w:rsidRDefault="00C750C7" w:rsidP="00C750C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750C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SARS-CoV-2/human/USA/OH-UHTL-2000/2022, complete genome</w:t>
      </w:r>
    </w:p>
    <w:p w14:paraId="2E5C5C63" w14:textId="77777777" w:rsidR="00C750C7" w:rsidRPr="00C750C7" w:rsidRDefault="00C750C7" w:rsidP="00C750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t>GenBank: OM877097.2</w:t>
      </w:r>
    </w:p>
    <w:p w14:paraId="28511390" w14:textId="77777777" w:rsidR="00C750C7" w:rsidRPr="00C750C7" w:rsidRDefault="00C750C7" w:rsidP="00C750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"https://www.ncbi.nlm.nih.gov/nuccore/OM877097.2?report=fasta" </w:instrText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50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"https://www.ncbi.nlm.nih.gov/nuccore/OM877097.2?report=graph" </w:instrText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50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77097.2"/>
    <w:bookmarkEnd w:id="1"/>
    <w:p w14:paraId="49684DBC" w14:textId="77777777" w:rsidR="00C750C7" w:rsidRPr="00C750C7" w:rsidRDefault="00C750C7" w:rsidP="00C750C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"https://www.ncbi.nlm.nih.gov/nuccore/OM877097.2" \l "goto2220669679_0" </w:instrText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50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750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17AF7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LOCUS       OM877097               29850 bp    RNA     linear   VRL 08-APR-2022</w:t>
      </w:r>
    </w:p>
    <w:p w14:paraId="257B405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45F594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SARS-CoV-2/human/USA/OH-UHTL-2000/2022, complete genome.</w:t>
      </w:r>
    </w:p>
    <w:p w14:paraId="58F13B0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ACCESSION   OM877097</w:t>
      </w:r>
    </w:p>
    <w:p w14:paraId="39718E6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VERSION     OM877097.2</w:t>
      </w:r>
    </w:p>
    <w:p w14:paraId="546FB9C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D36533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8235BF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8BFDA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88ED13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9FD649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90858A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29850)</w:t>
      </w:r>
    </w:p>
    <w:p w14:paraId="503F000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Sadri,N., Alouani,D. and Song,X.</w:t>
      </w:r>
    </w:p>
    <w:p w14:paraId="1BF0C6E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0BC59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(01-MAR-2022) UHTL, University Hospitals, 7100 Euclid</w:t>
      </w:r>
    </w:p>
    <w:p w14:paraId="01A80FB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Ave, Ste 190, Cleveland, OH 44103, USA</w:t>
      </w:r>
    </w:p>
    <w:p w14:paraId="2770B66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77097.2"/>
      <w:bookmarkEnd w:id="2"/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Apr 8, 2022 this sequence version replaced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OM877097.1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A135B9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43ADE66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016D734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Torrent Suite v. 5.10</w:t>
      </w:r>
    </w:p>
    <w:p w14:paraId="5EECF34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433E3F1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60644A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77097.2"/>
      <w:bookmarkEnd w:id="3"/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985379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1..29850</w:t>
      </w:r>
    </w:p>
    <w:p w14:paraId="06B3D7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C599CF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4E89B6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A9FBF0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/isolate="SARS-CoV-2/human/USA/OH-UHTL-2000/2022"</w:t>
      </w:r>
    </w:p>
    <w:p w14:paraId="5D7030E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3410109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75842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FEC83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Ohio"</w:t>
      </w:r>
    </w:p>
    <w:p w14:paraId="2C538C0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/collection_date="2022-02-17"</w:t>
      </w:r>
    </w:p>
    <w:p w14:paraId="1C30665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"https://www.ncbi.nlm.nih.gov/nuccore/OM877097.2?from=266&amp;to=21546"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07D2605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C58E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"https://www.ncbi.nlm.nih.gov/nuccore/OM877097.2?location=266:13459,13459:21546"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31FC132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82A1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2F2B90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B0F5C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3D1513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"https://www.ncbi.nlm.nih.gov/protein/2220669680"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UMF43385.2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24C1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D280EB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C9C47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B8313B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E97874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62D930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LNSIIKTIQPRVEKKKLDGFMGRIRFVYPVASPNECNQMCLSTLMKCDHCGETSWQTG</w:t>
      </w:r>
    </w:p>
    <w:p w14:paraId="2D6F0E8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8DECE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C502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0EF93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7CBEF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B7559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5C24E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FF921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94922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BB7266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C480CA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31A9CC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EFDD2B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898E7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2A8EB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B10FF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CBF482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13F176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C72406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1DBC2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C74E5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216939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729C6A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8B7B01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EC3D7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001F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CE26A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1AE50E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618A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10E40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081B8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15258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F4D357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09AB8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E06B0A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1B33F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495D75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37350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9E3BF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1356CA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99651D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6CF1CD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2916B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FC66A8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9F0E18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909E6B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BE5DEE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CA5935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711823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5BE22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A43EE8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B22A20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AAF09D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818428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5BD50A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ACC943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55F425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280280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98D09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2A62C1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BF623E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CCD366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7ADF3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752127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29A2E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007049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8476A5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6C898B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897E5B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6654AEF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9CA165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8C91B0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61E66D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75CC9C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DB6D36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9D9020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52F26F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CF7F2C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F29BD1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F4824C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DB79EB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850A3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8A5065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DF0D1D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AAEA1E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8853C3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A63A6A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BFE2A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0B0EFF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EF3193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F1C4E0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BEAD2C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AA469B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0787A6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8FBC07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D137E4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FE05CF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D5B03D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7AE10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BAD024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73E0EA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2C5E05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C3CF74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9E707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F1F7C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5E6DBA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484B8A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2ADDB7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2C8CEE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CB54A2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1E9BD4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7F0EAC0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0EB3A1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B20DE0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6F2594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A57F5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B71066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A0EDF3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"https://www.ncbi.nlm.nih.gov/protein/UMF43385.2?from=1&amp;to=180"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79697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2DA59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D37545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"https://www.ncbi.nlm.nih.gov/protein/UMF43385.2?from=181&amp;to=818"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1EABABC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9DC2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AF2BA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"https://www.ncbi.nlm.nih.gov/protein/UMF43385.2?from=819&amp;to=2763"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332B09C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21E14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FCCCC3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"https://www.ncbi.nlm.nih.gov/protein/UMF43385.2?from=2764&amp;to=3263"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7EC34F3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C3E1A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B3AAB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"https://www.ncbi.nlm.nih.gov/protein/UMF43385.2?from=3264&amp;to=3569"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15A9F8E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F043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10CE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"https://www.ncbi.nlm.nih.gov/protein/UMF43385.2?from=3570&amp;to=3856"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62C2704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A757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5A158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"https://www.ncbi.nlm.nih.gov/protein/UMF43385.2?from=3857&amp;to=3939"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17F7A83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FD223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41688D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"https://www.ncbi.nlm.nih.gov/protein/UMF43385.2?from=3940&amp;to=4137"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3F8BCF4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AF13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023B2F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"https://www.ncbi.nlm.nih.gov/protein/UMF43385.2?from=4138&amp;to=4250"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5494FF8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AA89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C19F1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"https://www.ncbi.nlm.nih.gov/protein/UMF43385.2?from=4251&amp;to=4389"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7F00014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ED4A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717AF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"https://www.ncbi.nlm.nih.gov/protein/UMF43385.2?location=4390:4399,4398:5321"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join(13433..13459,13459..13461,13457..13459,13459..16227)</w:t>
      </w:r>
    </w:p>
    <w:p w14:paraId="1B871D3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78856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A2594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"https://www.ncbi.nlm.nih.gov/protein/UMF43385.2?from=5322&amp;to=5922"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624877C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7C5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3DD02F1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"https://www.ncbi.nlm.nih.gov/protein/UMF43385.2?from=5923&amp;to=6449"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76AB67A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4A43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0CF2D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"https://www.ncbi.nlm.nih.gov/protein/UMF43385.2?from=6450&amp;to=6795"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4CCD6E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F9F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257A6E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"https://www.ncbi.nlm.nih.gov/protein/UMF43385.2?from=6796&amp;to=7093"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27AB9C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10F6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CAA0A8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"https://www.ncbi.nlm.nih.gov/nuccore/OM877097.2?from=266&amp;to=13474"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726220B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8E50F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C4119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3E3476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"https://www.ncbi.nlm.nih.gov/protein/2220669681"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UMF43386.2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376F8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BE1C2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49FD8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F8FC7D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F3160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DA0822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LNSIIKTIQPRVEKKKLDGFMGRIRFVYPVASPNECNQMCLSTLMKCDHCGETSWQTG</w:t>
      </w:r>
    </w:p>
    <w:p w14:paraId="71ADDED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49F12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B587D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2903B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87F8D2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0578BB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9847F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20ECAE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C8B73F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CEC6EF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56B03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65CDC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93615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0A4C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36FA5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2EC34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07702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166B32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F3CC5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F2F20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3C0CB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3C0092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292C7DC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AE310E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0BD87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7D0F3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BCDE9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B2F54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578A31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16BFB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C4C49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EB5AB4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A79341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6CF1F2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2EB171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FE204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CDB597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6030BA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DE404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F9DD57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512CFC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DBA032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4188ED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2BCDF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489D8C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74ECFF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58C35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EEC7CD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17EE13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B928DA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05088D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C9DBBA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A33D3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13553B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5DAAA0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0BA31C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2155C1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87AB74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6D6A96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42D1F7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21C222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C56B51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56E106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A78BA4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248EB8D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256E14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A0D6FA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0824EF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21C0AA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8D1C05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1CBFC3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99755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"https://www.ncbi.nlm.nih.gov/protein/UMF43386.2?from=1&amp;to=180"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7DC0EBC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2335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19839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"https://www.ncbi.nlm.nih.gov/protein/UMF43386.2?from=181&amp;to=818"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1D983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7200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68442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"https://www.ncbi.nlm.nih.gov/protein/UMF43386.2?from=819&amp;to=2763"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7AFDA4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07CA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0B344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"https://www.ncbi.nlm.nih.gov/protein/UMF43386.2?from=2764&amp;to=3263"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69E1CD1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55C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29F64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"https://www.ncbi.nlm.nih.gov/protein/UMF43386.2?from=3264&amp;to=3569"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05D9F68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399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A517D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"https://www.ncbi.nlm.nih.gov/protein/UMF43386.2?from=3570&amp;to=3856"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658F8E8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5CD18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DDF54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"https://www.ncbi.nlm.nih.gov/protein/UMF43386.2?from=3857&amp;to=3939"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7C16FC6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DFF4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97AE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"https://www.ncbi.nlm.nih.gov/protein/UMF43386.2?from=3940&amp;to=4137"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30FEC45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FB7A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F4ED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"https://www.ncbi.nlm.nih.gov/protein/UMF43386.2?from=4138&amp;to=4250"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284B799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592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4BFBA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"https://www.ncbi.nlm.nih.gov/protein/UMF43386.2?from=4251&amp;to=4389"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430327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129C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09DF3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"https://www.ncbi.nlm.nih.gov/protein/UMF43386.2?from=4390&amp;to=4402"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49C62F2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0BDF0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977228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"https://www.ncbi.nlm.nih.gov/nuccore/OM877097.2?from=13467&amp;to=13494"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3A743D8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8685B0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677E05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FE7806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"https://www.ncbi.nlm.nih.gov/nuccore/OM877097.2?from=13479&amp;to=13533"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1F355B1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538D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92204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EED99B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"https://www.ncbi.nlm.nih.gov/nuccore/OM877097.2?from=21554&amp;to=25366"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21554..25366</w:t>
      </w:r>
    </w:p>
    <w:p w14:paraId="2C2ECB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3C662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"https://www.ncbi.nlm.nih.gov/nuccore/OM877097.2?from=21554&amp;to=25366"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21554..25366</w:t>
      </w:r>
    </w:p>
    <w:p w14:paraId="1A27EF4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913ACC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D8C97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1B53B9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"https://www.ncbi.nlm.nih.gov/protein/2220669682"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UMF43387.2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BBB82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C9518D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EE609E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A16D18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8706C5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BF88EE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98F43B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FDEVFNATRFASVYAWNRKRISNCVADYSVLYNFASFFAFKCYGVSPTKLNDLCFTNV</w:t>
      </w:r>
    </w:p>
    <w:p w14:paraId="6825400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816657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E3FA26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A4551C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05E563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1F6F6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70184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05669D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E2852B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BF969D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A5DCAD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B3ACE3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A057AA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F3F49E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A024E8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58C3CD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006876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"https://www.ncbi.nlm.nih.gov/nuccore/OM877097.2?from=25375&amp;to=26202"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25375..26202</w:t>
      </w:r>
    </w:p>
    <w:p w14:paraId="158553F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F2BA2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"https://www.ncbi.nlm.nih.gov/nuccore/OM877097.2?from=25375&amp;to=26202"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25375..26202</w:t>
      </w:r>
    </w:p>
    <w:p w14:paraId="18DCD4C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ADC107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7173B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7670E0F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UMF43388.1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73210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2C6AD2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ECD5E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AD6F5F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3A769B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88F488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"https://www.ncbi.nlm.nih.gov/nuccore/OM877097.2?from=26227&amp;to=26454"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26227..26454</w:t>
      </w:r>
    </w:p>
    <w:p w14:paraId="3BDF367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D396CF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"https://www.ncbi.nlm.nih.gov/nuccore/OM877097.2?from=26227&amp;to=26454"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26227..26454</w:t>
      </w:r>
    </w:p>
    <w:p w14:paraId="1F17061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528F6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55435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D04DB9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"https://www.ncbi.nlm.nih.gov/protein/2201558102"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UMF43389.1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68DCD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7EBF0C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181CF2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"https://www.ncbi.nlm.nih.gov/nuccore/OM877097.2?from=26505&amp;to=27173"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26505..27173</w:t>
      </w:r>
    </w:p>
    <w:p w14:paraId="0BF3D2A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E3E8F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"https://www.ncbi.nlm.nih.gov/nuccore/OM877097.2?from=26505&amp;to=27173"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26505..27173</w:t>
      </w:r>
    </w:p>
    <w:p w14:paraId="796E19D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E1FE1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DE4A3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9D21C3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"https://www.ncbi.nlm.nih.gov/protein/2201558103"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UMF43390.1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9123C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715585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8E9CD8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C7F87E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38E193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D6A1A7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"https://www.ncbi.nlm.nih.gov/nuccore/OM877097.2?from=27184&amp;to=27369"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27184..27369</w:t>
      </w:r>
    </w:p>
    <w:p w14:paraId="4A8605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93708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"https://www.ncbi.nlm.nih.gov/nuccore/OM877097.2?from=27184&amp;to=27369"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27184..27369</w:t>
      </w:r>
    </w:p>
    <w:p w14:paraId="3D516A0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5D46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6FA3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DA22F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"https://www.ncbi.nlm.nih.gov/protein/2201558104"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UMF43391.1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7D0A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402A1E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40A870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"https://www.ncbi.nlm.nih.gov/nuccore/OM877097.2?from=27376&amp;to=27741"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27376..27741</w:t>
      </w:r>
    </w:p>
    <w:p w14:paraId="32EA8B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AFE5DC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"https://www.ncbi.nlm.nih.gov/nuccore/OM877097.2?from=27376&amp;to=27741"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27376..27741</w:t>
      </w:r>
    </w:p>
    <w:p w14:paraId="3B601F3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995F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C2DF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36ACBCD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"https://www.ncbi.nlm.nih.gov/protein/2201558105"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UMF43392.1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D568F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5286B9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AB3C7C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052F2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"https://www.ncbi.nlm.nih.gov/nuccore/OM877097.2?from=27738&amp;to=27869"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27738..27869</w:t>
      </w:r>
    </w:p>
    <w:p w14:paraId="67EE0A8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16114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"https://www.ncbi.nlm.nih.gov/nuccore/OM877097.2?from=27738&amp;to=27869"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27738..27869</w:t>
      </w:r>
    </w:p>
    <w:p w14:paraId="13A22B9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6EDB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F8FDE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D314DB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UMF43393.1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FA5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EC8EE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"https://www.ncbi.nlm.nih.gov/nuccore/OM877097.2?from=27876&amp;to=28241"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27876..28241</w:t>
      </w:r>
    </w:p>
    <w:p w14:paraId="0C3365A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ACF65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"https://www.ncbi.nlm.nih.gov/nuccore/OM877097.2?from=27876&amp;to=28241"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27876..28241</w:t>
      </w:r>
    </w:p>
    <w:p w14:paraId="7173C5F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7D8E3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C66BF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F299AB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"https://www.ncbi.nlm.nih.gov/protein/2201558107"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UMF43394.1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21EAB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2369F8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4932D0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D3237D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"https://www.ncbi.nlm.nih.gov/nuccore/OM877097.2?from=28256&amp;to=29506"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28256..29506</w:t>
      </w:r>
    </w:p>
    <w:p w14:paraId="2A95E2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1005A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"https://www.ncbi.nlm.nih.gov/nuccore/OM877097.2?from=28256&amp;to=29506"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28256..29506</w:t>
      </w:r>
    </w:p>
    <w:p w14:paraId="28B6BA9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2020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89921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4B6BD6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"https://www.ncbi.nlm.nih.gov/protein/2201558108"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UMF43395.1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8BBBC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8AEB79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1C561F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C4AFE5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40D2F3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8DA5F3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C839BA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F84A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352376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"https://www.ncbi.nlm.nih.gov/nuccore/OM877097.2?from=29531&amp;to=29647"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44236AB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C2C11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"https://www.ncbi.nlm.nih.gov/nuccore/OM877097.2?from=29531&amp;to=29647"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537616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3AA44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8BC566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C4AE8B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"https://www.ncbi.nlm.nih.gov/protein/2201558109"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UMF43396.1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CE524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638390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"https://www.ncbi.nlm.nih.gov/nuccore/OM877097.2?from=29582&amp;to=29617"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55F182D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3520C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A379F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"https://www.ncbi.nlm.nih.gov/nuccore/OM877097.2?from=29602&amp;to=29630"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72DE96D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4E528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7C118B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"https://www.ncbi.nlm.nih.gov/nuccore/OM877097.2?from=29701&amp;to=29715" </w:instrTex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50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29701..29715</w:t>
      </w:r>
    </w:p>
    <w:p w14:paraId="05DE71F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C5B9E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97A028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77097.2"/>
      <w:bookmarkEnd w:id="4"/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ttttgatctc ttgtagatct</w:t>
      </w:r>
    </w:p>
    <w:p w14:paraId="38C0AC1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5296080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60BDE38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6FCFAC9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0D1C9C7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1DABF81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695A842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508C52D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3252BB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2B013BC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6960489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tggccatagg tacggcgccg atctaaagtc atttgactta ggcgacgagc ttggcactga</w:t>
      </w:r>
    </w:p>
    <w:p w14:paraId="2DCCD0B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257102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7B81B2F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39BCA0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1476783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1FEFBBB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4B002E9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610961E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gaattcgatt tgtctatcca gttgcgtcac caaatgaatg</w:t>
      </w:r>
    </w:p>
    <w:p w14:paraId="3FFCBF9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5E4EEF4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153F48F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37DE3BF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63AE3FB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2ECF9E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6E0955C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772DB2E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2F3607F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46DB53E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aggtttggat tataaagcat tcaaacaaat tgttgaatcc tgtggtaatt ttaaagttac</w:t>
      </w:r>
    </w:p>
    <w:p w14:paraId="672FD8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31854D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61EEA9D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1BF6659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56A311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48E6A43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5337EF4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23E39AA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6DB128B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4075220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68A7E72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0C5C616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4F11346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621570D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6B98001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41484D7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0DD0C9A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tgaatatcat ttttgaactt gatgaaagga ttgataaagt</w:t>
      </w:r>
    </w:p>
    <w:p w14:paraId="1DD4524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75651C0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42F0EEC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3005A8B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6425DBC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1B6C573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265A226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6AE7CD2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59B6EA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594D131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7CE361D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3A2CEC7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6879559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11D58E6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48C595C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5F0FFD9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03812F5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0E0255D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0AA3807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3D83C53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0330ED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0725548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3E27887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gctagtggca ctactgaaat</w:t>
      </w:r>
    </w:p>
    <w:p w14:paraId="0DAA550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5A8B922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gggtttaaat ggttacactg tagaggaggc aaagacagtg cttaaaaagt gtaaaagtgc</w:t>
      </w:r>
    </w:p>
    <w:p w14:paraId="3772C20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tttttacatt ctaccatcta ttatctctaa tgagaagcaa gaaattcttg gaactgtttc</w:t>
      </w:r>
    </w:p>
    <w:p w14:paraId="488960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5936BBB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23CB87D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5227E7D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5FF6635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0A4F10C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1644416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538E818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1D0B37B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52641E2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65E56F0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2DE0FD2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2B5C1E4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080164B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388207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6F66310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3E73EB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002FC6C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43E9CA0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7AF7A96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0A2A0A1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9D1E70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5497D24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5F69C6A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77F5DF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2E7D20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11451A5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2310BC2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540FB6C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79E3E5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36E77CD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69AC55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1361F82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30797E0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3FE4C38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462E355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75C0100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6433F82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gtattaggtt tgaaaaccct tgctactcat ggtttagctg ctgttaatag</w:t>
      </w:r>
    </w:p>
    <w:p w14:paraId="38C46DC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62B525B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5A73D76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ctttacttta ttgctacaat tgtgtacttt tactagaagt acaaattcta gaattaaagc</w:t>
      </w:r>
    </w:p>
    <w:p w14:paraId="291C98E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492214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3B8AC25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554E341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3430F7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5592C1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7A1F2EE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1957131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3C83EB4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2BE552F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17AD92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78CA88E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0CF3964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77D92C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6180F3B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2B12C25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09B778E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5EA5E6D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1D95DDC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19694DE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77DE0BA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1C72E29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7E6C50C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1C633DB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2643F03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1762900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3B3BF23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05C754F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4B13315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3A57C2F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53E090E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692470D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360AEB4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5BF0316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28A4CC0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553439E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tggtaacatc tgttacacac catcaaaact tatagagtac actgactttg caacatcagc</w:t>
      </w:r>
    </w:p>
    <w:p w14:paraId="4F9E3B7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045B46C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3CB7FDC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798F132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00DDCB6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57D1165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atctttacca ggagttttct gtggtgtaga tgctgtaaat ttacttacta atatgtttac</w:t>
      </w:r>
    </w:p>
    <w:p w14:paraId="0B5305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0B00919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tgtggctatc gtagtaacat gccttgccta ctattttatg aggtttagaa gagcttttgg</w:t>
      </w:r>
    </w:p>
    <w:p w14:paraId="2FDEA73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tcattgtact</w:t>
      </w:r>
    </w:p>
    <w:p w14:paraId="0BC20D3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2E82238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519A4B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274333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580A3F8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1C350F8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taccttttac gcaatataat agatacttag ctctttataa</w:t>
      </w:r>
    </w:p>
    <w:p w14:paraId="3AA1082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4EC1B74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78A0D7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accacaaatc tctatcacct cagctgtttt gcagagtggt tttagaaaaa tggcattccc</w:t>
      </w:r>
    </w:p>
    <w:p w14:paraId="4D81494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73E5C82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ctgaagatat</w:t>
      </w:r>
    </w:p>
    <w:p w14:paraId="513BFD9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057D900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3D0A6F0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5451176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45FBEAC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tatgagacac aatttcacta ttaagggttc attccttaat ggttcatgtg gtagtgttgg</w:t>
      </w:r>
    </w:p>
    <w:p w14:paraId="6C6A2FF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40BE79C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6653CFD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38595C8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574040D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5704A47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6825543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7B1BF78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7AF2D4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50D1D49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1CD629F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5F155CB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519202B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697DF49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201D898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28326BE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3162E8B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tcttataatc tctgttactt ctaactactc aggtgtagtt acaactgtca tgtttttggc</w:t>
      </w:r>
    </w:p>
    <w:p w14:paraId="3A86A63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5AA3A83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5378C86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5BAC03E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711DDC5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219B4E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agccactgta cagtctaaaa tgtcagatgt aaagtgcaca tcagtagtct tactctcagt</w:t>
      </w:r>
    </w:p>
    <w:p w14:paraId="5E0EFF9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007082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774A396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75889E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15384C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2BD55E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339642F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2694C7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34B5EF9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42B60E6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5D53AAB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6DC8D66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4CD699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5FCF24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28A7CE2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ttagcttact acaacacaac</w:t>
      </w:r>
    </w:p>
    <w:p w14:paraId="489CCBE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4246D13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ttatacagaa ctggaaccac cttgtaggtt</w:t>
      </w:r>
    </w:p>
    <w:p w14:paraId="31D5916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69374B5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09525A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376C201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4A17FC6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1539EFE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6AB5428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46C5946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24D9F93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593ACB1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3F8DDA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4003E2E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7024643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3F24DFC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04A9BAD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7E70E8D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cacattaaaa</w:t>
      </w:r>
    </w:p>
    <w:p w14:paraId="4CA1AF8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71D716F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639914E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caagctttgt taaaaacagt acaattctgt gatgccatgc gaaatgctgg tattgttggt</w:t>
      </w:r>
    </w:p>
    <w:p w14:paraId="02C33EC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174C2AD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601540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2A5AFB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7F62DAE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0E744C1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gacagatgca ttctgcattg tgcaaacttt aatgttttat tctctacagt gttcccactt</w:t>
      </w:r>
    </w:p>
    <w:p w14:paraId="1E982AE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4EB1E4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19A0E8D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4D10A90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1331BB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76033E0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756F5E9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4C8CD52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51D9C3E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2A3C8DF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701F26E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7624548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6ACB3BA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11BD08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1C04C04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7D51558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344B384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44BA7E4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418AD05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0566968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4BAAAB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6D7BF5B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tactttctga cgatgctgtt</w:t>
      </w:r>
    </w:p>
    <w:p w14:paraId="478DF71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2C4C50F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06CB15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37FF270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528982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005E4B2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3C74B9D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6509E47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478F7BE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66914DB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6F5F6EE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3B2E4C5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7A3376E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236558D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ttatataaaa atacatgtgt tggtagcgat aatgttactg actttaatgc aattgcaaca</w:t>
      </w:r>
    </w:p>
    <w:p w14:paraId="020D9FD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5FBA11B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004650B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2492F53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34D6011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10F3D95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cgaggtacaa caacttacaa attaaatgtt ggtgattatt ttgtgctgac atcacataca</w:t>
      </w:r>
    </w:p>
    <w:p w14:paraId="75E5DB9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0E25E26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5E6C872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048AB4C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5846BBB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2C9C51D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tcgtgtagag tgttttgata aattcaaagt gaattcaaca</w:t>
      </w:r>
    </w:p>
    <w:p w14:paraId="03FD8B3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30D18C9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720BB37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tgtgctaagc actatgtgta cattggcgac cctgctcaat tacctgcacc acgcacattg</w:t>
      </w:r>
    </w:p>
    <w:p w14:paraId="45F05C3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310F1D4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2BE2D81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388936D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03097DF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1E325ED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0D6D76D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3B73DB1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66A8A67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6F0639E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5CE75E1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331204E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gacgtacctg gcatacctaa ggacatgacc</w:t>
      </w:r>
    </w:p>
    <w:p w14:paraId="5552FC9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6BB2060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279EF39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17F3E42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0284DFD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3E8C515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2819315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698723C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0073B00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7135D6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3963E5E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4877024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189ECB8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gatgaactga agattaatgc ggcttgtaga</w:t>
      </w:r>
    </w:p>
    <w:p w14:paraId="1EF22E2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4BE0F4D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gacattggta accctaaagc tattaagtgt gtacctcaag ctgatgtaga atggaagttc</w:t>
      </w:r>
    </w:p>
    <w:p w14:paraId="101DCD2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6254EE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6F4E4BF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29C5F83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2ACF03C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62D1E2C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ccatgtgagt ctcatggaaa acaagtagtg tcagatatag attatgtacc actaaagtct</w:t>
      </w:r>
    </w:p>
    <w:p w14:paraId="28F5F08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7E19CED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3F2055A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5683FD1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2091C9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13DFB16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07A6293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aaaccagtac cagaggtgaa aatactcaat aatttgggtg tggacattgc tgctaatact</w:t>
      </w:r>
    </w:p>
    <w:p w14:paraId="0C87160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3565644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accaattgaa acgatttgtg caccactcac tgtctttttt</w:t>
      </w:r>
    </w:p>
    <w:p w14:paraId="0DC5188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5D4A4B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acagagggta gtgttaaagg tttacaacca tctgtaggtc ccaaacaagc tagtcttaat</w:t>
      </w:r>
    </w:p>
    <w:p w14:paraId="06330BA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6F52439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41F77D0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4E843D8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423A130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48F9C8D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319AC84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1A0151E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3FAF370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3FDDC40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39B72AB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42EFBD2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02392E6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66B5209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4DAF590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5AF675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3C0C259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3909F1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4D7D2D6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564410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0C4A30A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15389D3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37F3B26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1B0EE89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25FDA8E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aactaaacga acaatgtttg tttttcttgt tttattgcca ctagtctcta gtcagtgtgt</w:t>
      </w:r>
    </w:p>
    <w:p w14:paraId="0F4624D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taatcttata accagaactc aatcatacac taattctttc acacgtggtg tttattaccc</w:t>
      </w:r>
    </w:p>
    <w:p w14:paraId="10FF8A3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3667535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atgctataca tgtctctggg accaatggta ctaagaggtt</w:t>
      </w:r>
    </w:p>
    <w:p w14:paraId="34F4791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gcttccactg agaagtctaa</w:t>
      </w:r>
    </w:p>
    <w:p w14:paraId="21D603F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2A63767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tgttaataac gctactaatg ttgttattaa agtctgtgaa tttcaatttt gtaatgatcc</w:t>
      </w:r>
    </w:p>
    <w:p w14:paraId="44C5B67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atttttggat gtttattacc acaaaaacaa caaaagttgg atggaaagtg agttcagagt</w:t>
      </w:r>
    </w:p>
    <w:p w14:paraId="6FF59BE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ttattctagt gcgaataatt gcacttttga atatgtctct cagccttttc ttatggacct</w:t>
      </w:r>
    </w:p>
    <w:p w14:paraId="3C6B52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tgaaggaaaa cagggtaatt tcaaaaatct tagggaattt gtgtttaaga atattgatgg</w:t>
      </w:r>
    </w:p>
    <w:p w14:paraId="7C3781E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ttattttaaa atatattcta agcacacgcc tattaattta gggcgtgatc tccctcaggg</w:t>
      </w:r>
    </w:p>
    <w:p w14:paraId="787E87A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tttttcggct ttagaaccat tggtagattt gccaataggt attaacatca ctaggtttca</w:t>
      </w:r>
    </w:p>
    <w:p w14:paraId="2927EA4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aactttactt gctttacata gaagttattt gactcctggt gattcttctt caggttggac</w:t>
      </w:r>
    </w:p>
    <w:p w14:paraId="7B52F44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agctggtgct gcagcttatt atgtgggtta tcttcaacct aggacttttc tattaaaata</w:t>
      </w:r>
    </w:p>
    <w:p w14:paraId="3871AC1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taatgaaaat ggaaccatta cagatgctgt agactgtgca cttgaccctc tctcagaaac</w:t>
      </w:r>
    </w:p>
    <w:p w14:paraId="7BE3009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aaagtgtacg ttgaaatcct tcactgtaga aaaaggaatc tatcaaactt ctaactttag</w:t>
      </w:r>
    </w:p>
    <w:p w14:paraId="4E9A505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agtccaacca acagaatcta ttgttagatt tcctaatatt acaaacttgt gcccttttga</w:t>
      </w:r>
    </w:p>
    <w:p w14:paraId="1109B98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tgaagttttt aacgccacca gatttgcatc tgtttatgct tggaacagga agagaatcag</w:t>
      </w:r>
    </w:p>
    <w:p w14:paraId="3D20582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caactgtgtt gctgattatt ctgtcctata taatttcgca tcatttttcg cttttaagtg</w:t>
      </w:r>
    </w:p>
    <w:p w14:paraId="1CE2824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ttatggagtg tctcctacta aattaaatga tctctgcttt actaatgtct atgcagattc</w:t>
      </w:r>
    </w:p>
    <w:p w14:paraId="38AD64F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atttgtaatt agaggtaatg aagtcagcca aatcgctcca gggcaaactg gaaatattgc</w:t>
      </w:r>
    </w:p>
    <w:p w14:paraId="6F06486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tgattataat tataaattac cagatgattt tacaggctgc gttatagctt ggaattctaa</w:t>
      </w:r>
    </w:p>
    <w:p w14:paraId="5F14122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caagcttgat tctaaggttg gtggtaatta taattacctg tatagattgt ttaggaagtc</w:t>
      </w:r>
    </w:p>
    <w:p w14:paraId="200A06E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taatctcaaa ccttttgaga gagatatttc aactgaaatc tatcaggccg gtaacaaacc</w:t>
      </w:r>
    </w:p>
    <w:p w14:paraId="3BB80C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ttgtaatggt gttgcaggtt ttaattgtta ctttccttta cgatcatatg gtttccgacc</w:t>
      </w:r>
    </w:p>
    <w:p w14:paraId="1EB8445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cacttatggt gttggtcacc aaccatacag agtagtagta ctttcttttg aacttctaca</w:t>
      </w:r>
    </w:p>
    <w:p w14:paraId="1E235CB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tgcaccagca actgtttgtg gacctaaaaa gtctactaat ttggttaaaa acaaatgtgt</w:t>
      </w:r>
    </w:p>
    <w:p w14:paraId="4DA94D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caatttcaac ttcaatggtt taacaggcac aggtgttctt actgagtcta acaaaaagtt</w:t>
      </w:r>
    </w:p>
    <w:p w14:paraId="7311B97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tctgcctttc caacaatttg gcagagacat tgctgacact actgatgctg tccgtgatcc</w:t>
      </w:r>
    </w:p>
    <w:p w14:paraId="0A0626B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acagacactt gagattcttg acattacacc atgttctttt ggtggtgtca gtgttataac</w:t>
      </w:r>
    </w:p>
    <w:p w14:paraId="2907EB6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accaggaaca aatacttcta accaggttgc tgttctttat cagggtgtta actgcacaga</w:t>
      </w:r>
    </w:p>
    <w:p w14:paraId="2FDEE61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agtccctgtt gctattcatg cagatcaact tactcctact tggcgtgttt attctacagg</w:t>
      </w:r>
    </w:p>
    <w:p w14:paraId="152D32F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ttctaatgtt tttcaaacac gtgcaggctg tttaataggg gctgaatatg tcaacaactc</w:t>
      </w:r>
    </w:p>
    <w:p w14:paraId="0208A27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atatgagtgt gacataccca ttggtgcagg tatatgcgct agttatcaga ctcagactaa</w:t>
      </w:r>
    </w:p>
    <w:p w14:paraId="204E8C2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gtctcatcgg cgggcacgta gtgtagctag tcaatccatc attgcctaca ctatgtcact</w:t>
      </w:r>
    </w:p>
    <w:p w14:paraId="00644A0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tggtgcagaa aattcagttg cttactctaa taactctatt gccataccca caaattttac</w:t>
      </w:r>
    </w:p>
    <w:p w14:paraId="2277E6E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tattagtgtt accacagaaa ttctaccagt gtctatgacc aagacatcag tagattgtac</w:t>
      </w:r>
    </w:p>
    <w:p w14:paraId="6CE2CE6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aatgtacatt tgtggtgatt caactgaatg cagcaatctt ttgttgcaat atggcagttt</w:t>
      </w:r>
    </w:p>
    <w:p w14:paraId="5415A93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ttgtacacaa ttaaaacgtg ctttaactgg aatagctgtt gaacaagaca aaaacaccca</w:t>
      </w:r>
    </w:p>
    <w:p w14:paraId="5E08EA8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agaagttttt gcacaagtca aacaaattta caaaacacca ccaattaaat attttggtgg</w:t>
      </w:r>
    </w:p>
    <w:p w14:paraId="171B526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ttttaatttt tcacaaatat taccagatcc atcaaaacca agcaagaggt catttattga</w:t>
      </w:r>
    </w:p>
    <w:p w14:paraId="0E352D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agatctactt ttcaacaaag tgacacttgc agatgctggc ttcatcaaac aatatggtga</w:t>
      </w:r>
    </w:p>
    <w:p w14:paraId="29132FE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ttgccttggt gatattgctg ctagagacct catttgtgca caaaagttta acggccttac</w:t>
      </w:r>
    </w:p>
    <w:p w14:paraId="602183D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tgttttgcca cctttgctca cagatgaaat gattgctcaa tacacttctg cactgttagc</w:t>
      </w:r>
    </w:p>
    <w:p w14:paraId="00CC92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gggtacaatc acttctggtt ggacctttgg tgcaggtgct gcattacaaa taccatttgc</w:t>
      </w:r>
    </w:p>
    <w:p w14:paraId="430BAB4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tatgcaaatg gcttataggt ttaatggtat tggagttaca cagaatgttc tctatgagaa</w:t>
      </w:r>
    </w:p>
    <w:p w14:paraId="31B5AEB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ccaaaaattg attgccaacc aatttaatag tgctattggc aaaattcaag actcactttc</w:t>
      </w:r>
    </w:p>
    <w:p w14:paraId="21FD4A9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ttccacagca agtgcacttg gaaaacttca agatgtggtc aaccataatg cacaagcttt</w:t>
      </w:r>
    </w:p>
    <w:p w14:paraId="0D23A36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aaacacgctt gttaaacaac ttagctccaa atttggtgca atttcaagtg ttttaaatga</w:t>
      </w:r>
    </w:p>
    <w:p w14:paraId="2B417041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tatcctttca cgtcttgaca aagttgaggc tgaagtgcaa attgataggt tgatcacagg</w:t>
      </w:r>
    </w:p>
    <w:p w14:paraId="087C376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cagacttcaa agtttgcaga catatgtgac tcaacaatta attagagctg cagaaatcag</w:t>
      </w:r>
    </w:p>
    <w:p w14:paraId="2066DA7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agcttctgct aatcttgctg ctactaaaat gtcagagtgt gtacttggac aatcaaaaag</w:t>
      </w:r>
    </w:p>
    <w:p w14:paraId="24D8C65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agttgatttt tgtggaaagg gctatcatct tatgtccttc cctcagtcag cacctcatgg</w:t>
      </w:r>
    </w:p>
    <w:p w14:paraId="2B3E357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tgtagtcttc ttgcatgtga cttatgtccc tgcacaagaa aagaacttca caactgctcc</w:t>
      </w:r>
    </w:p>
    <w:p w14:paraId="0C96477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tgccatttgt catgatggaa aagcacactt tcctcgtgaa ggtgtctttg tttcaaatgg</w:t>
      </w:r>
    </w:p>
    <w:p w14:paraId="7C3F5D6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cacacactgg tttgtaacac aaaggaattt ttatgaacca caaatcatta ctacagacaa</w:t>
      </w:r>
    </w:p>
    <w:p w14:paraId="25EFA18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cacatttgtg tctggtaact gtgatgttgt aataggaatt gtcaacaaca cagtttatga</w:t>
      </w:r>
    </w:p>
    <w:p w14:paraId="751448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tcctttgcaa cctgaattag attcattcaa ggaggagtta gataaatatt ttaagaatca</w:t>
      </w:r>
    </w:p>
    <w:p w14:paraId="262C5B8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tacatcacca gatgttgatt taggtgacat ctctggcatt aatgcttcag ttgtaaacat</w:t>
      </w:r>
    </w:p>
    <w:p w14:paraId="0EBF949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tcaaaaagaa attgaccgcc tcaatgaggt tgccaagaat ttaaatgaat ctctcatcga</w:t>
      </w:r>
    </w:p>
    <w:p w14:paraId="66B55E0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tctccaagaa cttggaaagt atgagcagta tataaaatgg ccatggtaca tttggctagg</w:t>
      </w:r>
    </w:p>
    <w:p w14:paraId="56E5B45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ttttatagct ggcttgattg ccatagtaat ggtgacaatt atgctttgct gtatgaccag</w:t>
      </w:r>
    </w:p>
    <w:p w14:paraId="45457B5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ttgctgtagt tgtctcaagg gctgttgttc ttgtggatcc tgctgcaaat ttgatgaaga</w:t>
      </w:r>
    </w:p>
    <w:p w14:paraId="1598FEB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cgactctgag ccagtgctca aaggagtcaa attacattac acataaacga acttatggat</w:t>
      </w:r>
    </w:p>
    <w:p w14:paraId="296F701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ttgtttatga gaatctttac aattggaact gtaactttga agcaaggtga aatcaaggat</w:t>
      </w:r>
    </w:p>
    <w:p w14:paraId="332D01F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gctactcctt cagattttgt tcgcgctact gcaacgatac cgatacaagc ctcactccct</w:t>
      </w:r>
    </w:p>
    <w:p w14:paraId="60B257F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ttcggatggc ttattgttgg cgttgcactt cttgctgttt ttcagagcgc ttccaaaatc</w:t>
      </w:r>
    </w:p>
    <w:p w14:paraId="34E5B8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ataactctca aaaagagatg gcaactagca ctctccaagg gtgttcactt tgtttgcaac</w:t>
      </w:r>
    </w:p>
    <w:p w14:paraId="6BD4DD0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ttgctgttgt tgtttgtaac agtttactca caccttttgc tcgttgctgc tggccttgaa</w:t>
      </w:r>
    </w:p>
    <w:p w14:paraId="6030C4C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gccccttttc tctatcttta tgctttagtc tacttcttgc agagtataaa ctttgtaaga</w:t>
      </w:r>
    </w:p>
    <w:p w14:paraId="49FA527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ataataatga ggctttggct ttgctggaaa tgccgttcca aaaacccatt actttatgat</w:t>
      </w:r>
    </w:p>
    <w:p w14:paraId="233AC4A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gccaactatt ttctttgctg gcatactaat tgttacgact attgtatacc ttacaatagt</w:t>
      </w:r>
    </w:p>
    <w:p w14:paraId="2097D6B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gtaacttctt caattgtcat tacttcaggt gatggcacaa caagtcctat ttctgaacat</w:t>
      </w:r>
    </w:p>
    <w:p w14:paraId="7C1541A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gactaccaga ttggtggtta tactgaaaaa tgggaatctg gagtaaaaga ctgtgttgta</w:t>
      </w:r>
    </w:p>
    <w:p w14:paraId="5685C58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ttacacagtt acttcacttc agactattac cagctgtact caactcaatt gagtacagac</w:t>
      </w:r>
    </w:p>
    <w:p w14:paraId="64F83FC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attggtgttg aacatgttac cttcttcatc tacaataaaa ttgttgatga gcctgaagaa</w:t>
      </w:r>
    </w:p>
    <w:p w14:paraId="22B3D72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catgtccaaa ttcacacaat cgacggttca tccggagttg ttaatccagt aatggaacca</w:t>
      </w:r>
    </w:p>
    <w:p w14:paraId="685140B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atttatgatg aaccgacgac gactactagc gtgcctttgt aagcacaagc tgatgagtac</w:t>
      </w:r>
    </w:p>
    <w:p w14:paraId="102D898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gaacttatgt actcattcgt ttcggaagag ataggtacgt taatagttaa tagcgtactt</w:t>
      </w:r>
    </w:p>
    <w:p w14:paraId="3E00AA2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ctttttcttg ctttcgtggt attcttgcta gttacactag ccatccttac tgcgcttcga</w:t>
      </w:r>
    </w:p>
    <w:p w14:paraId="3A8B511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ttgtgtgcgt actgctgcaa tattgttaac gtgagtcttg taaaaccttc tttttacgtt</w:t>
      </w:r>
    </w:p>
    <w:p w14:paraId="0DB1989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tactctcgtg ttaaaaatct gaattcttct agagttcctg atcttctggt ctaaacgaac</w:t>
      </w:r>
    </w:p>
    <w:p w14:paraId="7136F6F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taaatattat attagttttt ctgtttggaa ctttaatttt agccatggca gattccaacg</w:t>
      </w:r>
    </w:p>
    <w:p w14:paraId="64AE8C4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gtactattac cgttgaagag cttaaaaagc tccttgaaga atggaaccta gtaataggtt</w:t>
      </w:r>
    </w:p>
    <w:p w14:paraId="17491C9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tcctattcct tacatggatt tgtcttctac aatttgccta tgccaacagg aataggtttt</w:t>
      </w:r>
    </w:p>
    <w:p w14:paraId="6ADADD0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tgtatataat taagttaatt ttcctctggc tgttatggcc agtaacttta acttgttttg</w:t>
      </w:r>
    </w:p>
    <w:p w14:paraId="695DCE9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tgcttgctgc tgtttacaga ataaattgga tcaccggtgg aattgctatc gcaatggctt</w:t>
      </w:r>
    </w:p>
    <w:p w14:paraId="4ECABB7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gtcttgtagg cttgatgtgg ctcagctact tcattgcttc tttcagactg tttgcgcgta</w:t>
      </w:r>
    </w:p>
    <w:p w14:paraId="52858F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cgcgttccat gtggtcattt aatccagaaa ctaacattct tctcaacgtg ccactccatg</w:t>
      </w:r>
    </w:p>
    <w:p w14:paraId="68F05C6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gcactattct gaccagaccg cttctagaaa gtgaactcgt aatcggagct gtgatccttc</w:t>
      </w:r>
    </w:p>
    <w:p w14:paraId="6816CB2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gtggacatct tcgtattgct ggacaccatc taggacgctg tgacatcaag gacctgccta</w:t>
      </w:r>
    </w:p>
    <w:p w14:paraId="4D7CF6F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aagaaatcac tgttgctaca tcacgaacgc tttcttatta caaattggga gcttcgcagc</w:t>
      </w:r>
    </w:p>
    <w:p w14:paraId="4E1BC42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gtgtagcagg tgactcaggt tttgctgcat acagtcgcta caggattggc aactataaat</w:t>
      </w:r>
    </w:p>
    <w:p w14:paraId="1A4155F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taaacacaga ccattccagt agcagtgaca atattgcttt gcttgtacag taagtgacaa</w:t>
      </w:r>
    </w:p>
    <w:p w14:paraId="578B2B2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cagatgtttc atctcgttga ctttcaggtt actatagcag agatattact aattattatg</w:t>
      </w:r>
    </w:p>
    <w:p w14:paraId="1104971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cggactttta aagtttccat ttggaatctt gattacatca taaacctcat aattaaaaat</w:t>
      </w:r>
    </w:p>
    <w:p w14:paraId="782558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ttatctaagt cactaactga gaataaatat tctcaattag atgaagagca accaatggag</w:t>
      </w:r>
    </w:p>
    <w:p w14:paraId="4BC3C59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attctctaaa cgaacatgaa aattattctt ttcttggcac tgataacact cgctacttgt</w:t>
      </w:r>
    </w:p>
    <w:p w14:paraId="3080D32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gagctttatc actaccaaga gtgtgttaga ggtacaacag tacttttaaa agaaccttgc</w:t>
      </w:r>
    </w:p>
    <w:p w14:paraId="5931651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tcttctggaa catacgaggg caattcacca tttcatcctc tagctgataa caaatttgca</w:t>
      </w:r>
    </w:p>
    <w:p w14:paraId="56FF3E9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ctgacttgct ttagcactca atttgctttt gcttgtcctg acggcgtaaa acacgtctat</w:t>
      </w:r>
    </w:p>
    <w:p w14:paraId="191081D8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cagttacgtg ccagatcagt ttcacctaaa ctgttcatca gacaagagga agttcaagaa</w:t>
      </w:r>
    </w:p>
    <w:p w14:paraId="2951F94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ctttactctc caatttttct tattgttgcg gcaatagtgt ttataacact ttgcttcaca</w:t>
      </w:r>
    </w:p>
    <w:p w14:paraId="48D539B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ctcaaaagaa agacagaatg attgaacttt cattaattga cttctatttg tgctttttag</w:t>
      </w:r>
    </w:p>
    <w:p w14:paraId="3714E7C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cctttctgtt attccttgtt ttaattatgc ttattatctt ttggttctca cttgaactgc</w:t>
      </w:r>
    </w:p>
    <w:p w14:paraId="380D324F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aagatcataa tgaaacttgt cacgcctaaa cgaacatgaa atttcttgtt ttcttaggaa</w:t>
      </w:r>
    </w:p>
    <w:p w14:paraId="6D4FD93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tcatcacaac tgtagctgca tttcaccaag aatgtagttt acagtcatgt actcaacatc</w:t>
      </w:r>
    </w:p>
    <w:p w14:paraId="2B4BF42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aaccatatgt agttgatgac ccgtgtccta ttcacttcta ttctaaatgg tatattagag</w:t>
      </w:r>
    </w:p>
    <w:p w14:paraId="1BE1933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taggagctag aaaatcagca cctttaattg aattgtgcgt ggatgaggct ggttctaaat</w:t>
      </w:r>
    </w:p>
    <w:p w14:paraId="37D8ACA5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cacccattca gtacatcgat atcggtaatt atacagtttc ctgtttacct tttacaatta</w:t>
      </w:r>
    </w:p>
    <w:p w14:paraId="0E641AB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attgccagga acctaaattg ggtagtcttg tagtgcgttg ttcgttctat gaagactttt</w:t>
      </w:r>
    </w:p>
    <w:p w14:paraId="3161EA7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tagagtatca tgacgttcgt gttgttttag atttcatcta aacgaacaaa cttaaatgtc</w:t>
      </w:r>
    </w:p>
    <w:p w14:paraId="146BFCF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tgataatgga ccccaaaatc agcgaaatgc actccgcatt acgtttggtg gaccctcaga</w:t>
      </w:r>
    </w:p>
    <w:p w14:paraId="0DD3881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ttcaactggc agtaaccaga atggtggggc gcgatcaaaa caacgtcggc cccaaggttt</w:t>
      </w:r>
    </w:p>
    <w:p w14:paraId="07197CD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77D7998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2528A954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23F4CFAA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01CF5F9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0B91D0A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73FDAEF7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662E41F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17A48DC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1EE09D6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2A027D03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3C82AFB6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7C9BA7D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7A83C5D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2C48B89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aagatccaaa</w:t>
      </w:r>
    </w:p>
    <w:p w14:paraId="7CDD8430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tttcaaagat caagtcattt tgctgaataa gcatattgac gcatacaaaa cattcccacc</w:t>
      </w:r>
    </w:p>
    <w:p w14:paraId="59252CC2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0232EA1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764C39F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acaattgcaa caatccatga gccgtgctga ctcaactcag gcctaaactc atgcagacca</w:t>
      </w:r>
    </w:p>
    <w:p w14:paraId="6559AED9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3C95A90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548338FB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492DC62E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ttcacctaca gtgaacaatg ctagggagag ctgcctatat ggaagagccc taatgtgtaa</w:t>
      </w:r>
    </w:p>
    <w:p w14:paraId="7C18BA1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tccccatgtg attttaatag cttcttagga gaatgacaaa</w:t>
      </w:r>
    </w:p>
    <w:p w14:paraId="5BA8B77C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</w:t>
      </w:r>
    </w:p>
    <w:p w14:paraId="7293FEDD" w14:textId="77777777" w:rsidR="00C750C7" w:rsidRPr="00C750C7" w:rsidRDefault="00C750C7" w:rsidP="00C750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50C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93BCEC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0C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750C7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9B51F2"/>
  <w15:chartTrackingRefBased/>
  <w15:docId w15:val="{8D313070-E240-2F42-AC0A-D32DDE02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6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7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10758</Words>
  <Characters>61324</Characters>
  <Application>Microsoft Office Word</Application>
  <DocSecurity>0</DocSecurity>
  <Lines>511</Lines>
  <Paragraphs>143</Paragraphs>
  <ScaleCrop>false</ScaleCrop>
  <Company/>
  <LinksUpToDate>false</LinksUpToDate>
  <CharactersWithSpaces>71939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2023-01-31T11:12:00Z</dcterms:created>
  <dcterms:modified xsi:type="dcterms:W3CDTF">2023-01-31T11:13:00Z</dcterms:modified>
</cp:coreProperties>
</file>